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C87" w:rsidRPr="00E66E65" w:rsidRDefault="00165C87">
      <w:pPr>
        <w:rPr>
          <w:color w:val="808080"/>
        </w:rPr>
      </w:pPr>
      <w:r w:rsidRPr="00E66E65">
        <w:rPr>
          <w:color w:val="808080"/>
        </w:rPr>
        <w:t>Student Name: _____________________________</w:t>
      </w:r>
    </w:p>
    <w:p w:rsidR="00165C87" w:rsidRPr="00E66E65" w:rsidRDefault="00165C87">
      <w:pPr>
        <w:rPr>
          <w:color w:val="808080"/>
        </w:rPr>
      </w:pPr>
      <w:r w:rsidRPr="00E66E65">
        <w:rPr>
          <w:color w:val="808080"/>
        </w:rPr>
        <w:t>Parent Signature: __________________________________</w:t>
      </w:r>
    </w:p>
    <w:p w:rsidR="00165C87" w:rsidRPr="00E66E65" w:rsidRDefault="00165C87" w:rsidP="00ED370F">
      <w:pPr>
        <w:jc w:val="center"/>
        <w:rPr>
          <w:rFonts w:ascii="Arial" w:hAnsi="Arial" w:cs="Arial"/>
          <w:color w:val="808080"/>
          <w:sz w:val="28"/>
          <w:szCs w:val="28"/>
        </w:rPr>
      </w:pPr>
      <w:r w:rsidRPr="00E66E65">
        <w:rPr>
          <w:rFonts w:ascii="Arial" w:hAnsi="Arial" w:cs="Arial"/>
          <w:color w:val="808080"/>
          <w:sz w:val="28"/>
          <w:szCs w:val="28"/>
        </w:rPr>
        <w:t>Best Foot Forward</w:t>
      </w:r>
      <w:r w:rsidRPr="00E66E65">
        <w:rPr>
          <w:rFonts w:ascii="Arial" w:hAnsi="Arial" w:cs="Arial"/>
          <w:color w:val="808080"/>
          <w:sz w:val="28"/>
          <w:szCs w:val="28"/>
        </w:rPr>
        <w:br/>
        <w:t>Chapters 15-16 Quiz</w:t>
      </w:r>
      <w:r w:rsidRPr="00E66E65">
        <w:rPr>
          <w:rFonts w:ascii="Arial" w:hAnsi="Arial" w:cs="Arial"/>
          <w:color w:val="808080"/>
          <w:sz w:val="28"/>
          <w:szCs w:val="28"/>
        </w:rPr>
        <w:br/>
      </w:r>
    </w:p>
    <w:p w:rsidR="00165C87" w:rsidRPr="00E66E65" w:rsidRDefault="00165C87" w:rsidP="004730A8">
      <w:pPr>
        <w:pStyle w:val="ListParagraph"/>
        <w:numPr>
          <w:ilvl w:val="0"/>
          <w:numId w:val="1"/>
        </w:numPr>
        <w:rPr>
          <w:color w:val="808080"/>
        </w:rPr>
      </w:pPr>
      <w:r w:rsidRPr="00E66E65">
        <w:rPr>
          <w:color w:val="808080"/>
        </w:rPr>
        <w:t>In Chapter 15, what does Mrs. Gladstone request for her store?</w:t>
      </w:r>
    </w:p>
    <w:p w:rsidR="00165C87" w:rsidRPr="00E66E65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A DVD player so that her employees can watch training videos</w:t>
      </w:r>
    </w:p>
    <w:p w:rsidR="00165C87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Internet service so that Jenna and Tanner can study during their breaks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Two additional salespeople because it is so busy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That closed-circuit televisions and cameras be installed so that the store can be watched.</w:t>
      </w:r>
      <w:r w:rsidRPr="00E66E65">
        <w:rPr>
          <w:color w:val="808080"/>
        </w:rPr>
        <w:br/>
      </w:r>
    </w:p>
    <w:p w:rsidR="00165C87" w:rsidRPr="00E66E65" w:rsidRDefault="00165C87" w:rsidP="004730A8">
      <w:pPr>
        <w:pStyle w:val="ListParagraph"/>
        <w:numPr>
          <w:ilvl w:val="0"/>
          <w:numId w:val="1"/>
        </w:numPr>
        <w:rPr>
          <w:color w:val="808080"/>
        </w:rPr>
      </w:pPr>
      <w:r w:rsidRPr="00E66E65">
        <w:rPr>
          <w:color w:val="808080"/>
        </w:rPr>
        <w:t>When Tanner returns to the shoe store, what job does he take?</w:t>
      </w:r>
    </w:p>
    <w:p w:rsidR="00165C87" w:rsidRPr="00E66E65" w:rsidRDefault="00165C87" w:rsidP="004730A8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He cleans up at night.</w:t>
      </w:r>
    </w:p>
    <w:p w:rsidR="00165C87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He is a salesperson.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He runs the cash register.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He goes back to the stock room.</w:t>
      </w:r>
      <w:r w:rsidRPr="00E66E65">
        <w:rPr>
          <w:color w:val="808080"/>
        </w:rPr>
        <w:br/>
      </w:r>
    </w:p>
    <w:p w:rsidR="00165C87" w:rsidRPr="00E66E65" w:rsidRDefault="00165C87" w:rsidP="00ED370F">
      <w:pPr>
        <w:pStyle w:val="ListParagraph"/>
        <w:numPr>
          <w:ilvl w:val="0"/>
          <w:numId w:val="1"/>
        </w:numPr>
        <w:rPr>
          <w:color w:val="808080"/>
        </w:rPr>
      </w:pPr>
      <w:r w:rsidRPr="00E66E65">
        <w:rPr>
          <w:color w:val="808080"/>
        </w:rPr>
        <w:t>Mrs. Gladstone asks Tanner to think about what he is good at. What two things does he give as answers?</w:t>
      </w:r>
    </w:p>
    <w:p w:rsidR="00165C87" w:rsidRPr="00E66E65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Attracting women and lying</w:t>
      </w:r>
    </w:p>
    <w:p w:rsidR="00165C87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Lying and cooking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Cooking and stealing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Stealing and attracting women</w:t>
      </w:r>
      <w:r w:rsidRPr="00E66E65">
        <w:rPr>
          <w:color w:val="808080"/>
        </w:rPr>
        <w:br/>
      </w:r>
    </w:p>
    <w:p w:rsidR="00165C87" w:rsidRPr="00E66E65" w:rsidRDefault="00165C87" w:rsidP="00ED370F">
      <w:pPr>
        <w:pStyle w:val="ListParagraph"/>
        <w:numPr>
          <w:ilvl w:val="0"/>
          <w:numId w:val="1"/>
        </w:numPr>
        <w:rPr>
          <w:color w:val="808080"/>
        </w:rPr>
      </w:pPr>
      <w:r w:rsidRPr="00E66E65">
        <w:rPr>
          <w:color w:val="808080"/>
        </w:rPr>
        <w:t>Jenna points out one more thing Tanner is good at. What does she say he is good at?</w:t>
      </w:r>
    </w:p>
    <w:p w:rsidR="00165C87" w:rsidRPr="00E66E65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Dressing stylishly</w:t>
      </w:r>
    </w:p>
    <w:p w:rsidR="00165C87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Running quickly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Interacting with children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Lying to his girlfriends</w:t>
      </w:r>
      <w:r w:rsidRPr="00E66E65">
        <w:rPr>
          <w:color w:val="808080"/>
        </w:rPr>
        <w:br/>
      </w:r>
    </w:p>
    <w:p w:rsidR="00165C87" w:rsidRPr="00E66E65" w:rsidRDefault="00165C87" w:rsidP="00ED370F">
      <w:pPr>
        <w:pStyle w:val="ListParagraph"/>
        <w:numPr>
          <w:ilvl w:val="0"/>
          <w:numId w:val="1"/>
        </w:numPr>
        <w:rPr>
          <w:color w:val="808080"/>
        </w:rPr>
      </w:pPr>
      <w:r w:rsidRPr="00E66E65">
        <w:rPr>
          <w:color w:val="808080"/>
        </w:rPr>
        <w:t>In Chapter 16, Charlie the doughnut guy comes into the store. Why is this so important for the employees?</w:t>
      </w:r>
    </w:p>
    <w:p w:rsidR="00165C87" w:rsidRPr="00E66E65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Everyone knows that Jenna thinks he is cute.</w:t>
      </w:r>
    </w:p>
    <w:p w:rsidR="00165C87" w:rsidRDefault="00165C87" w:rsidP="00ED370F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Everyone knows he is just a spy for the company.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Charlie always brings them doughnuts.</w:t>
      </w:r>
    </w:p>
    <w:p w:rsidR="00165C87" w:rsidRPr="00E66E65" w:rsidRDefault="00165C87" w:rsidP="00E66E65">
      <w:pPr>
        <w:pStyle w:val="ListParagraph"/>
        <w:numPr>
          <w:ilvl w:val="1"/>
          <w:numId w:val="1"/>
        </w:numPr>
        <w:rPr>
          <w:color w:val="808080"/>
        </w:rPr>
      </w:pPr>
      <w:r w:rsidRPr="00E66E65">
        <w:rPr>
          <w:color w:val="808080"/>
        </w:rPr>
        <w:t>Charlie has stolen from the store before.</w:t>
      </w:r>
    </w:p>
    <w:p w:rsidR="00165C87" w:rsidRPr="00E66E65" w:rsidRDefault="00165C87">
      <w:pPr>
        <w:rPr>
          <w:color w:val="808080"/>
        </w:rPr>
      </w:pPr>
    </w:p>
    <w:sectPr w:rsidR="00165C87" w:rsidRPr="00E66E65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C87" w:rsidRDefault="00165C87">
      <w:r>
        <w:separator/>
      </w:r>
    </w:p>
  </w:endnote>
  <w:endnote w:type="continuationSeparator" w:id="1">
    <w:p w:rsidR="00165C87" w:rsidRDefault="00165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C87" w:rsidRDefault="00165C87">
      <w:r>
        <w:separator/>
      </w:r>
    </w:p>
  </w:footnote>
  <w:footnote w:type="continuationSeparator" w:id="1">
    <w:p w:rsidR="00165C87" w:rsidRDefault="00165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C87" w:rsidRDefault="00165C87" w:rsidP="007A0DB9">
    <w:pPr>
      <w:pStyle w:val="Header"/>
      <w:jc w:val="center"/>
    </w:pPr>
    <w:r>
      <w:t>Version 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050E3"/>
    <w:multiLevelType w:val="hybridMultilevel"/>
    <w:tmpl w:val="E3A278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FD8"/>
    <w:rsid w:val="001439C5"/>
    <w:rsid w:val="00165C87"/>
    <w:rsid w:val="002468D5"/>
    <w:rsid w:val="004730A8"/>
    <w:rsid w:val="007A0DB9"/>
    <w:rsid w:val="008B207A"/>
    <w:rsid w:val="00CF5A62"/>
    <w:rsid w:val="00E66E65"/>
    <w:rsid w:val="00E71FD8"/>
    <w:rsid w:val="00ED370F"/>
    <w:rsid w:val="00F4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30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7E1"/>
  </w:style>
  <w:style w:type="paragraph" w:styleId="Footer">
    <w:name w:val="footer"/>
    <w:basedOn w:val="Normal"/>
    <w:link w:val="Foot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192</Words>
  <Characters>1099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 _____________________________</dc:title>
  <dc:subject/>
  <dc:creator>Nate</dc:creator>
  <cp:keywords/>
  <dc:description/>
  <cp:lastModifiedBy>Nate Dechongkit</cp:lastModifiedBy>
  <cp:revision>2</cp:revision>
  <dcterms:created xsi:type="dcterms:W3CDTF">2010-12-14T11:59:00Z</dcterms:created>
  <dcterms:modified xsi:type="dcterms:W3CDTF">2010-12-14T11:59:00Z</dcterms:modified>
</cp:coreProperties>
</file>